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622AA76A"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301F92">
        <w:rPr>
          <w:rStyle w:val="Strong"/>
          <w:rFonts w:asciiTheme="minorHAnsi" w:hAnsiTheme="minorHAnsi" w:cstheme="minorHAnsi"/>
          <w:lang w:val="en-GB"/>
        </w:rPr>
        <w:t>44-G00</w:t>
      </w:r>
      <w:r w:rsidR="003A5EBB">
        <w:rPr>
          <w:rStyle w:val="Strong"/>
          <w:rFonts w:asciiTheme="minorHAnsi" w:hAnsiTheme="minorHAnsi" w:cstheme="minorHAnsi"/>
          <w:lang w:val="en-GB"/>
        </w:rPr>
        <w:t>2</w:t>
      </w:r>
      <w:r w:rsidR="004F6B30">
        <w:rPr>
          <w:rStyle w:val="Strong"/>
          <w:rFonts w:asciiTheme="minorHAnsi" w:hAnsiTheme="minorHAnsi" w:cstheme="minorHAnsi"/>
          <w:lang w:val="en-GB"/>
        </w:rPr>
        <w:t>-24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4859B717"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301F92">
        <w:rPr>
          <w:rFonts w:ascii="Calibri" w:hAnsi="Calibri" w:cs="Calibri"/>
          <w:b/>
          <w:bCs/>
          <w:lang w:val="en-GB"/>
        </w:rPr>
        <w:t>Kiribati Housing Corportation</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67A9D468" w14:textId="77777777" w:rsidR="003A5EBB" w:rsidRDefault="003A5EBB" w:rsidP="00166C12">
      <w:pPr>
        <w:rPr>
          <w:lang w:val="en-GB"/>
        </w:rPr>
      </w:pPr>
    </w:p>
    <w:p w14:paraId="24886A7B" w14:textId="73E41973" w:rsidR="003A5EBB" w:rsidRDefault="003A5EBB" w:rsidP="00166C12">
      <w:pPr>
        <w:rPr>
          <w:lang w:val="en-GB"/>
        </w:rPr>
      </w:pPr>
      <w:r>
        <w:rPr>
          <w:lang w:val="en-GB"/>
        </w:rPr>
        <w:t>To: Secretary, Ministry of Finance and Economic Development</w:t>
      </w:r>
    </w:p>
    <w:p w14:paraId="7C574C1E" w14:textId="5E21EC71" w:rsidR="003A5EBB" w:rsidRDefault="003A5EBB" w:rsidP="00166C12">
      <w:pPr>
        <w:rPr>
          <w:lang w:val="en-GB"/>
        </w:rPr>
      </w:pPr>
      <w:r>
        <w:rPr>
          <w:lang w:val="en-GB"/>
        </w:rPr>
        <w:t xml:space="preserve">       Bairiki, Tarawa</w:t>
      </w:r>
    </w:p>
    <w:p w14:paraId="67FF36F7" w14:textId="77777777" w:rsidR="003A5EBB" w:rsidRDefault="003A5EBB" w:rsidP="00166C12">
      <w:pPr>
        <w:rPr>
          <w:lang w:val="en-GB"/>
        </w:rPr>
      </w:pPr>
    </w:p>
    <w:p w14:paraId="415E49EA" w14:textId="2808F1F1" w:rsidR="003A5EBB" w:rsidRDefault="003A5EBB" w:rsidP="00166C12">
      <w:pPr>
        <w:rPr>
          <w:lang w:val="en-GB"/>
        </w:rPr>
      </w:pPr>
      <w:r>
        <w:rPr>
          <w:lang w:val="en-GB"/>
        </w:rPr>
        <w:t>Attention: Central Procurement Unit</w:t>
      </w:r>
    </w:p>
    <w:p w14:paraId="173FD07D" w14:textId="355F11EF" w:rsidR="003A5EBB" w:rsidRPr="00B41F59" w:rsidRDefault="003A5EBB" w:rsidP="00166C12">
      <w:pPr>
        <w:rPr>
          <w:lang w:val="en-GB"/>
        </w:rPr>
      </w:pPr>
      <w:r>
        <w:rPr>
          <w:lang w:val="en-GB"/>
        </w:rPr>
        <w:t>Tender No: 44-G002-24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7C18FCBA" w14:textId="772FD67A" w:rsidR="003A5EBB" w:rsidRDefault="003A5EBB"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w:t>
      </w:r>
    </w:p>
    <w:p w14:paraId="286223F3" w14:textId="629E32D1" w:rsidR="003A5EBB" w:rsidRDefault="003A5EBB"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0FA012EA" w14:textId="46A7A411" w:rsidR="003A5EBB" w:rsidRPr="00032400" w:rsidRDefault="003A5EBB"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(For local suppliers, this should be certified by the MTCIC. Validity for certification is 1 year)</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lastRenderedPageBreak/>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0D098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688FD" w14:textId="77777777" w:rsidR="000D0987" w:rsidRDefault="000D0987">
      <w:r>
        <w:separator/>
      </w:r>
    </w:p>
  </w:endnote>
  <w:endnote w:type="continuationSeparator" w:id="0">
    <w:p w14:paraId="753EEFE5" w14:textId="77777777" w:rsidR="000D0987" w:rsidRDefault="000D0987">
      <w:r>
        <w:continuationSeparator/>
      </w:r>
    </w:p>
  </w:endnote>
  <w:endnote w:type="continuationNotice" w:id="1">
    <w:p w14:paraId="580C5E67" w14:textId="77777777" w:rsidR="000D0987" w:rsidRDefault="000D09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52AD643" w:rsidR="00133D55" w:rsidRDefault="00133D55" w:rsidP="004878F3">
    <w:pPr>
      <w:pStyle w:val="Footer"/>
    </w:pPr>
    <w:r>
      <w:fldChar w:fldCharType="begin"/>
    </w:r>
    <w:r>
      <w:instrText xml:space="preserve"> DATE \@ "yyyy-MM-dd" </w:instrText>
    </w:r>
    <w:r>
      <w:fldChar w:fldCharType="separate"/>
    </w:r>
    <w:r w:rsidR="003A5EBB">
      <w:rPr>
        <w:noProof/>
      </w:rPr>
      <w:t>2024-03-18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B9D70" w14:textId="77777777" w:rsidR="000D0987" w:rsidRDefault="000D0987">
      <w:r>
        <w:separator/>
      </w:r>
    </w:p>
  </w:footnote>
  <w:footnote w:type="continuationSeparator" w:id="0">
    <w:p w14:paraId="1BD85D61" w14:textId="77777777" w:rsidR="000D0987" w:rsidRDefault="000D0987">
      <w:r>
        <w:continuationSeparator/>
      </w:r>
    </w:p>
  </w:footnote>
  <w:footnote w:type="continuationNotice" w:id="1">
    <w:p w14:paraId="7CDDBF5F" w14:textId="77777777" w:rsidR="000D0987" w:rsidRDefault="000D098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F76F1" w14:textId="19431651" w:rsidR="00301F92"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p w14:paraId="71B9C872" w14:textId="2BE3D858" w:rsidR="00133D55" w:rsidRPr="00141577" w:rsidRDefault="00301F92" w:rsidP="00F73C77">
    <w:pPr>
      <w:pStyle w:val="Header"/>
      <w:tabs>
        <w:tab w:val="clear" w:pos="4320"/>
        <w:tab w:val="clear" w:pos="8640"/>
        <w:tab w:val="center" w:pos="4820"/>
        <w:tab w:val="right" w:pos="9498"/>
      </w:tabs>
      <w:rPr>
        <w:rFonts w:asciiTheme="minorHAnsi" w:hAnsiTheme="minorHAnsi" w:cs="Calibri"/>
        <w:sz w:val="20"/>
      </w:rPr>
    </w:pPr>
    <w:r w:rsidRPr="00141577">
      <w:rPr>
        <w:rFonts w:asciiTheme="minorHAnsi" w:hAnsiTheme="minorHAnsi" w:cs="Calibr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0998455">
    <w:abstractNumId w:val="1"/>
  </w:num>
  <w:num w:numId="2" w16cid:durableId="1001278578">
    <w:abstractNumId w:val="12"/>
  </w:num>
  <w:num w:numId="3" w16cid:durableId="1226185036">
    <w:abstractNumId w:val="13"/>
  </w:num>
  <w:num w:numId="4" w16cid:durableId="251089751">
    <w:abstractNumId w:val="7"/>
  </w:num>
  <w:num w:numId="5" w16cid:durableId="1155031879">
    <w:abstractNumId w:val="6"/>
  </w:num>
  <w:num w:numId="6" w16cid:durableId="357312722">
    <w:abstractNumId w:val="9"/>
  </w:num>
  <w:num w:numId="7" w16cid:durableId="680282248">
    <w:abstractNumId w:val="8"/>
  </w:num>
  <w:num w:numId="8" w16cid:durableId="1377438008">
    <w:abstractNumId w:val="11"/>
  </w:num>
  <w:num w:numId="9" w16cid:durableId="2096315520">
    <w:abstractNumId w:val="0"/>
  </w:num>
  <w:num w:numId="10" w16cid:durableId="2130973100">
    <w:abstractNumId w:val="10"/>
  </w:num>
  <w:num w:numId="11" w16cid:durableId="1711029428">
    <w:abstractNumId w:val="4"/>
  </w:num>
  <w:num w:numId="12" w16cid:durableId="1885483064">
    <w:abstractNumId w:val="3"/>
  </w:num>
  <w:num w:numId="13" w16cid:durableId="1516722740">
    <w:abstractNumId w:val="5"/>
  </w:num>
  <w:num w:numId="14" w16cid:durableId="38949816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87"/>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161"/>
    <w:rsid w:val="002D645D"/>
    <w:rsid w:val="002E09FB"/>
    <w:rsid w:val="002E16C8"/>
    <w:rsid w:val="002E2EB1"/>
    <w:rsid w:val="002E302D"/>
    <w:rsid w:val="002E3763"/>
    <w:rsid w:val="002E3B22"/>
    <w:rsid w:val="002E43E9"/>
    <w:rsid w:val="002E4B33"/>
    <w:rsid w:val="002E56DE"/>
    <w:rsid w:val="002E572C"/>
    <w:rsid w:val="002E5D6F"/>
    <w:rsid w:val="002E6547"/>
    <w:rsid w:val="002E7242"/>
    <w:rsid w:val="002F1B17"/>
    <w:rsid w:val="002F2853"/>
    <w:rsid w:val="002F292D"/>
    <w:rsid w:val="002F519F"/>
    <w:rsid w:val="002F58E8"/>
    <w:rsid w:val="002F7444"/>
    <w:rsid w:val="00300E28"/>
    <w:rsid w:val="00301F92"/>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5EBB"/>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6494"/>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6B30"/>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419F"/>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fed.gov.ki/mfed/cp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72BD8DE-CAA5-40EE-A30A-7EEE7398AF8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13</TotalTime>
  <Pages>7</Pages>
  <Words>1802</Words>
  <Characters>10274</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12052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8</cp:revision>
  <cp:lastPrinted>2013-10-18T08:32:00Z</cp:lastPrinted>
  <dcterms:created xsi:type="dcterms:W3CDTF">2020-12-01T12:58:00Z</dcterms:created>
  <dcterms:modified xsi:type="dcterms:W3CDTF">2024-03-17T22:37:00Z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